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941030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– Date: September 11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and 12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 w:rsidR="00393BED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BF7FF7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6.EE.2a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7FF7" w:rsidRPr="00F53206" w:rsidRDefault="00BF7FF7" w:rsidP="00BF7FF7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Write</w:t>
            </w:r>
          </w:p>
          <w:p w:rsidR="00BF7FF7" w:rsidRPr="00F53206" w:rsidRDefault="00BF7FF7" w:rsidP="00BF7FF7">
            <w:pPr>
              <w:pStyle w:val="ListParagraph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(understand-2)</w:t>
            </w:r>
          </w:p>
          <w:p w:rsidR="005F3AAB" w:rsidRPr="00F53206" w:rsidRDefault="00BF7FF7" w:rsidP="00BF7FF7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(DOK1)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7FF7" w:rsidRPr="00F53206" w:rsidRDefault="00BF7FF7" w:rsidP="00BF7FF7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18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translate a verbal description into an algebraic expression.</w:t>
            </w:r>
          </w:p>
          <w:p w:rsidR="00095627" w:rsidRPr="00393BED" w:rsidRDefault="00095627" w:rsidP="00393BED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393BED" w:rsidRDefault="00BF7FF7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Translate,  verbal description, algebraic expression (See previous lesson for additional vocabulary) 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BF7F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2844" w:rsidRDefault="00BF7F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pg. 52</w:t>
            </w:r>
          </w:p>
          <w:p w:rsidR="00BF7FF7" w:rsidRDefault="00BF7F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Encore 3-2 pg. 65</w:t>
            </w:r>
          </w:p>
          <w:p w:rsidR="00BF7FF7" w:rsidRDefault="00BF7F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Index cards for operations</w:t>
            </w:r>
          </w:p>
          <w:p w:rsidR="00BF7FF7" w:rsidRPr="005841A6" w:rsidRDefault="00BF7F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Worksheets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FF7" w:rsidRDefault="00721891" w:rsidP="00BF7F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hyperlink r:id="rId8" w:history="1">
              <w:r w:rsidR="00BF7FF7" w:rsidRPr="00F532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Using Variables to Express Relationships</w:t>
              </w:r>
            </w:hyperlink>
          </w:p>
          <w:p w:rsidR="00095627" w:rsidRPr="00BF7FF7" w:rsidRDefault="00721891" w:rsidP="00BF7F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hyperlink r:id="rId9" w:history="1">
              <w:r w:rsidR="00BF7FF7" w:rsidRPr="00786D73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Expressions Millionaire game</w:t>
              </w:r>
            </w:hyperlink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2.  Reason abstractly and quantitatively.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6.  Attend to precision.</w:t>
            </w:r>
          </w:p>
          <w:p w:rsidR="00095627" w:rsidRPr="002C6A3F" w:rsidRDefault="00095627" w:rsidP="00A2760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BF7FF7">
        <w:trPr>
          <w:trHeight w:val="79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BF7FF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Warm up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F4A0C" w:rsidRP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4A0C">
              <w:rPr>
                <w:rFonts w:ascii="Times New Roman" w:hAnsi="Times New Roman"/>
                <w:b/>
                <w:i/>
                <w:sz w:val="20"/>
                <w:szCs w:val="20"/>
              </w:rPr>
              <w:t>Day One</w:t>
            </w: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Four Corner Activity</w:t>
            </w:r>
          </w:p>
          <w:p w:rsidR="00BF7FF7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Students sort verbs by operation.</w:t>
            </w: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4A0C" w:rsidRP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4A0C">
              <w:rPr>
                <w:rFonts w:ascii="Times New Roman" w:hAnsi="Times New Roman"/>
                <w:b/>
                <w:i/>
                <w:sz w:val="20"/>
                <w:szCs w:val="20"/>
              </w:rPr>
              <w:t>Day Two</w:t>
            </w: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Say four (+, -, x, ÷) expressions and have students attempt to translate into expression. </w:t>
            </w:r>
          </w:p>
          <w:p w:rsidR="00CF4A0C" w:rsidRPr="005841A6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17BA" w:rsidRP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4A0C">
              <w:rPr>
                <w:rFonts w:ascii="Times New Roman" w:hAnsi="Times New Roman"/>
                <w:b/>
                <w:i/>
                <w:sz w:val="20"/>
                <w:szCs w:val="20"/>
              </w:rPr>
              <w:t>Day One</w:t>
            </w: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write as many verb phrases to describe operations in five minutes in four groups with a poster for one of the operations, students brainstorm a list. </w:t>
            </w: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present their posters, classmates add to their poster. During the presentation, students add to their own work </w:t>
            </w: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Move on to On Core 3-2 </w:t>
            </w:r>
            <w:r w:rsidR="00682354">
              <w:rPr>
                <w:rFonts w:ascii="Times New Roman" w:hAnsi="Times New Roman"/>
                <w:b/>
                <w:sz w:val="20"/>
                <w:szCs w:val="20"/>
              </w:rPr>
              <w:t>Part One Explore Section</w:t>
            </w:r>
          </w:p>
          <w:p w:rsidR="00AD17BA" w:rsidRDefault="00AD17BA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63-65 guided practice </w:t>
            </w: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CF4A0C" w:rsidRDefault="00CF4A0C" w:rsidP="00AD17B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CF4A0C">
              <w:rPr>
                <w:rFonts w:ascii="Times New Roman" w:hAnsi="Times New Roman"/>
                <w:b/>
                <w:i/>
                <w:sz w:val="20"/>
                <w:szCs w:val="20"/>
              </w:rPr>
              <w:t>Day Two</w:t>
            </w:r>
          </w:p>
          <w:p w:rsidR="00682354" w:rsidRDefault="00682354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 </w:t>
            </w:r>
          </w:p>
          <w:p w:rsidR="00682354" w:rsidRDefault="00682354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 on 3-2 Example pg. 64-65 guided practice</w:t>
            </w:r>
            <w:r w:rsidR="00A10B5E">
              <w:rPr>
                <w:rFonts w:ascii="Times New Roman" w:hAnsi="Times New Roman"/>
                <w:b/>
                <w:sz w:val="20"/>
                <w:szCs w:val="20"/>
              </w:rPr>
              <w:t xml:space="preserve"> ONLY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A10B5E">
              <w:rPr>
                <w:rFonts w:ascii="Times New Roman" w:hAnsi="Times New Roman"/>
                <w:b/>
                <w:sz w:val="20"/>
                <w:szCs w:val="20"/>
              </w:rPr>
              <w:t>Save Example 3 for next lesson.</w:t>
            </w:r>
          </w:p>
          <w:p w:rsidR="00682354" w:rsidRPr="00682354" w:rsidRDefault="00682354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Independent pg.66 </w:t>
            </w:r>
          </w:p>
          <w:p w:rsidR="00EB3068" w:rsidRPr="00EB3068" w:rsidRDefault="00EB3068" w:rsidP="00AD1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B3068" w:rsidRDefault="00AD17B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Reflect misconception question from students, pg. 65 </w:t>
            </w:r>
          </w:p>
          <w:p w:rsidR="00CF4A0C" w:rsidRDefault="00CF4A0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4A0C" w:rsidRDefault="00CF4A0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CF4A0C" w:rsidRPr="005841A6" w:rsidRDefault="00CF4A0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Matching Activity</w:t>
            </w:r>
          </w:p>
        </w:tc>
      </w:tr>
      <w:tr w:rsidR="00095627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AD17B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observations, of poster work and presentations. Students</w:t>
            </w:r>
            <w:r w:rsidR="002E671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682354" w:rsidRDefault="0068235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2354" w:rsidRPr="005841A6" w:rsidRDefault="0068235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Pg. 66 </w:t>
            </w:r>
            <w:r w:rsidR="00B249E9">
              <w:rPr>
                <w:rFonts w:ascii="Times New Roman" w:hAnsi="Times New Roman"/>
                <w:b/>
                <w:sz w:val="20"/>
                <w:szCs w:val="20"/>
              </w:rPr>
              <w:t xml:space="preserve">#1-20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graded students master 75%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68" w:rsidRDefault="002E671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Worksheet from Mary.</w:t>
            </w:r>
          </w:p>
          <w:p w:rsidR="00682354" w:rsidRDefault="0068235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2354" w:rsidRPr="005841A6" w:rsidRDefault="0068235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Worksheet somewhere.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Pr="005841A6" w:rsidRDefault="002E671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Review for Mastery Holt pg. 52</w:t>
            </w:r>
          </w:p>
        </w:tc>
      </w:tr>
    </w:tbl>
    <w:p w:rsidR="00927757" w:rsidRDefault="00721891"/>
    <w:sectPr w:rsidR="00927757" w:rsidSect="00A61DF1">
      <w:head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9ED" w:rsidRDefault="009229ED" w:rsidP="00A61DF1">
      <w:pPr>
        <w:spacing w:after="0" w:line="240" w:lineRule="auto"/>
      </w:pPr>
      <w:r>
        <w:separator/>
      </w:r>
    </w:p>
  </w:endnote>
  <w:endnote w:type="continuationSeparator" w:id="0">
    <w:p w:rsidR="009229ED" w:rsidRDefault="009229ED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9ED" w:rsidRDefault="009229ED" w:rsidP="00A61DF1">
      <w:pPr>
        <w:spacing w:after="0" w:line="240" w:lineRule="auto"/>
      </w:pPr>
      <w:r>
        <w:separator/>
      </w:r>
    </w:p>
  </w:footnote>
  <w:footnote w:type="continuationSeparator" w:id="0">
    <w:p w:rsidR="009229ED" w:rsidRDefault="009229ED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86D5C"/>
    <w:rsid w:val="00095627"/>
    <w:rsid w:val="00134459"/>
    <w:rsid w:val="001F15CB"/>
    <w:rsid w:val="001F446E"/>
    <w:rsid w:val="002E6716"/>
    <w:rsid w:val="003647A9"/>
    <w:rsid w:val="00393BED"/>
    <w:rsid w:val="003947D2"/>
    <w:rsid w:val="00395AA2"/>
    <w:rsid w:val="00445DAD"/>
    <w:rsid w:val="00467FBA"/>
    <w:rsid w:val="004D3530"/>
    <w:rsid w:val="005F3AAB"/>
    <w:rsid w:val="00602BD0"/>
    <w:rsid w:val="006310C8"/>
    <w:rsid w:val="00682354"/>
    <w:rsid w:val="006910A5"/>
    <w:rsid w:val="00721891"/>
    <w:rsid w:val="00730262"/>
    <w:rsid w:val="00754226"/>
    <w:rsid w:val="0085056E"/>
    <w:rsid w:val="0085472F"/>
    <w:rsid w:val="00867078"/>
    <w:rsid w:val="00897E04"/>
    <w:rsid w:val="008E788B"/>
    <w:rsid w:val="0091357B"/>
    <w:rsid w:val="0091416D"/>
    <w:rsid w:val="009229ED"/>
    <w:rsid w:val="00941030"/>
    <w:rsid w:val="00995AF7"/>
    <w:rsid w:val="009A4C2E"/>
    <w:rsid w:val="00A10B5E"/>
    <w:rsid w:val="00A27609"/>
    <w:rsid w:val="00A345B9"/>
    <w:rsid w:val="00A61DF1"/>
    <w:rsid w:val="00AD17BA"/>
    <w:rsid w:val="00B249E9"/>
    <w:rsid w:val="00B4664B"/>
    <w:rsid w:val="00B53436"/>
    <w:rsid w:val="00BE73E4"/>
    <w:rsid w:val="00BF7FF7"/>
    <w:rsid w:val="00C23428"/>
    <w:rsid w:val="00C310CF"/>
    <w:rsid w:val="00C962C3"/>
    <w:rsid w:val="00CF4A0C"/>
    <w:rsid w:val="00D27863"/>
    <w:rsid w:val="00D76754"/>
    <w:rsid w:val="00DD2844"/>
    <w:rsid w:val="00E24A5B"/>
    <w:rsid w:val="00E349DC"/>
    <w:rsid w:val="00E80BDA"/>
    <w:rsid w:val="00EB3068"/>
    <w:rsid w:val="00F65018"/>
    <w:rsid w:val="00F9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s.gcsnc.com/lvcontentitems_41/lvContentItems_41/DispForm.aspx?ID=147&amp;source=/_layouts/LearningVillage/CloseDialog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th-play.com/Algebraic-Expressions-Millionaire/algebraic-expressions-millionaire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327</Words>
  <Characters>1866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2012-07-26T17:09:00Z</dcterms:created>
  <dcterms:modified xsi:type="dcterms:W3CDTF">2012-07-26T17:09:00Z</dcterms:modified>
</cp:coreProperties>
</file>